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52107" w:rsidR="006E5D65" w:rsidP="002D3375" w:rsidRDefault="00997F14" w14:paraId="1F93D9BD" w14:textId="77777777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252107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</w:p>
    <w:p w:rsidRPr="00252107" w:rsidR="0085747A" w:rsidP="009C54AE" w:rsidRDefault="0085747A" w14:paraId="0614F118" w14:textId="7777777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Pr="00252107" w:rsidR="0085747A" w:rsidP="00EA4832" w:rsidRDefault="0071620A" w14:paraId="6C71D97E" w14:textId="5EB43ED1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252107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Pr="00252107" w:rsidR="001E31B2">
        <w:rPr>
          <w:rFonts w:ascii="Corbel" w:hAnsi="Corbel"/>
          <w:i/>
          <w:smallCaps/>
          <w:color w:val="000000" w:themeColor="text1"/>
          <w:sz w:val="24"/>
          <w:szCs w:val="24"/>
        </w:rPr>
        <w:t>20</w:t>
      </w:r>
      <w:r w:rsidR="001264E1">
        <w:rPr>
          <w:rFonts w:ascii="Corbel" w:hAnsi="Corbel"/>
          <w:i/>
          <w:smallCaps/>
          <w:color w:val="000000" w:themeColor="text1"/>
          <w:sz w:val="24"/>
          <w:szCs w:val="24"/>
        </w:rPr>
        <w:t>19</w:t>
      </w:r>
      <w:r w:rsidRPr="00252107" w:rsidR="001E31B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1264E1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252107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Pr="00252107" w:rsidR="0085747A" w:rsidP="00EA4832" w:rsidRDefault="00EA4832" w14:paraId="66B1A451" w14:textId="77777777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Pr="00252107" w:rsidR="0085747A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252107" w:rsidR="0085747A">
        <w:rPr>
          <w:rFonts w:ascii="Corbel" w:hAnsi="Corbel"/>
          <w:color w:val="000000" w:themeColor="text1"/>
          <w:sz w:val="20"/>
          <w:szCs w:val="20"/>
        </w:rPr>
        <w:t>)</w:t>
      </w:r>
    </w:p>
    <w:p w:rsidRPr="00252107" w:rsidR="00445970" w:rsidP="00EA4832" w:rsidRDefault="00445970" w14:paraId="47F9A6D8" w14:textId="42998C60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 xml:space="preserve">Rok akademicki   </w:t>
      </w:r>
      <w:r w:rsidRPr="00252107" w:rsidR="001E31B2">
        <w:rPr>
          <w:rFonts w:ascii="Corbel" w:hAnsi="Corbel"/>
          <w:color w:val="000000" w:themeColor="text1"/>
          <w:sz w:val="20"/>
          <w:szCs w:val="20"/>
        </w:rPr>
        <w:t>202</w:t>
      </w:r>
      <w:r w:rsidR="001264E1">
        <w:rPr>
          <w:rFonts w:ascii="Corbel" w:hAnsi="Corbel"/>
          <w:color w:val="000000" w:themeColor="text1"/>
          <w:sz w:val="20"/>
          <w:szCs w:val="20"/>
        </w:rPr>
        <w:t>0</w:t>
      </w:r>
      <w:r w:rsidRPr="00252107" w:rsidR="001E31B2">
        <w:rPr>
          <w:rFonts w:ascii="Corbel" w:hAnsi="Corbel"/>
          <w:color w:val="000000" w:themeColor="text1"/>
          <w:sz w:val="20"/>
          <w:szCs w:val="20"/>
        </w:rPr>
        <w:t>/202</w:t>
      </w:r>
      <w:r w:rsidR="001264E1">
        <w:rPr>
          <w:rFonts w:ascii="Corbel" w:hAnsi="Corbel"/>
          <w:color w:val="000000" w:themeColor="text1"/>
          <w:sz w:val="20"/>
          <w:szCs w:val="20"/>
        </w:rPr>
        <w:t>1</w:t>
      </w:r>
      <w:bookmarkStart w:name="_GoBack" w:id="0"/>
      <w:bookmarkEnd w:id="0"/>
    </w:p>
    <w:p w:rsidRPr="00252107" w:rsidR="0085747A" w:rsidP="009C54AE" w:rsidRDefault="0085747A" w14:paraId="4F828A21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71620A" w14:paraId="5DF9EFC6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1. 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Podstawowe </w:t>
      </w:r>
      <w:r w:rsidRPr="00252107" w:rsidR="0044597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52107" w:rsidR="00252107" w:rsidTr="2574A16A" w14:paraId="3958A603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58706C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6BF88D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Kryminologia i kryminalistyka</w:t>
            </w:r>
          </w:p>
        </w:tc>
      </w:tr>
      <w:tr w:rsidRPr="00252107" w:rsidR="00252107" w:rsidTr="2574A16A" w14:paraId="4643D9BF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18E5A4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3CE55D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BW10</w:t>
            </w:r>
          </w:p>
        </w:tc>
      </w:tr>
      <w:tr w:rsidRPr="00252107" w:rsidR="00252107" w:rsidTr="2574A16A" w14:paraId="76989F5D" w14:textId="77777777">
        <w:tc>
          <w:tcPr>
            <w:tcW w:w="2694" w:type="dxa"/>
            <w:tcMar/>
            <w:vAlign w:val="center"/>
          </w:tcPr>
          <w:p w:rsidRPr="00252107" w:rsidR="0085747A" w:rsidP="00EA4832" w:rsidRDefault="0085747A" w14:paraId="34054C3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Pr="00252107" w:rsidR="00C05F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A493C3C" w14:textId="7F3378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252107" w:rsidR="00252107" w:rsidTr="2574A16A" w14:paraId="2E5DCA1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8269D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2574A16A" w:rsidRDefault="005060EE" w14:paraId="5C6BCB29" w14:textId="4BA27C8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410C8202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w:rsidRPr="00252107" w:rsidR="00252107" w:rsidTr="2574A16A" w14:paraId="4C6081B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F1EF1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12891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252107" w:rsidR="00252107" w:rsidTr="2574A16A" w14:paraId="142F2918" w14:textId="77777777">
        <w:tc>
          <w:tcPr>
            <w:tcW w:w="2694" w:type="dxa"/>
            <w:tcMar/>
            <w:vAlign w:val="center"/>
          </w:tcPr>
          <w:p w:rsidRPr="00252107" w:rsidR="0085747A" w:rsidP="009C54AE" w:rsidRDefault="00DE4A14" w14:paraId="2D5DA9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7D2BCB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Pierwszy stopień</w:t>
            </w:r>
          </w:p>
        </w:tc>
      </w:tr>
      <w:tr w:rsidRPr="00252107" w:rsidR="00252107" w:rsidTr="2574A16A" w14:paraId="43D737D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4836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1D5794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252107" w:rsidR="00252107" w:rsidTr="2574A16A" w14:paraId="38109E5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32864F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65959F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Pr="00252107" w:rsidR="00252107" w:rsidTr="2574A16A" w14:paraId="0C2C6F96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972F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Pr="00252107" w:rsidR="0030395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3D6545" w14:paraId="730119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II</w:t>
            </w:r>
            <w:r w:rsidRPr="00252107" w:rsidR="001E31B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semestr III</w:t>
            </w:r>
          </w:p>
        </w:tc>
      </w:tr>
      <w:tr w:rsidRPr="00252107" w:rsidR="00252107" w:rsidTr="2574A16A" w14:paraId="1AB2C26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1FC174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5B8F12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Pr="00252107" w:rsidR="00252107" w:rsidTr="2574A16A" w14:paraId="5A1186B0" w14:textId="77777777">
        <w:tc>
          <w:tcPr>
            <w:tcW w:w="2694" w:type="dxa"/>
            <w:tcMar/>
            <w:vAlign w:val="center"/>
          </w:tcPr>
          <w:p w:rsidRPr="00252107" w:rsidR="00923D7D" w:rsidP="009C54AE" w:rsidRDefault="00923D7D" w14:paraId="56D89D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52107" w:rsidR="00923D7D" w:rsidP="009C54AE" w:rsidRDefault="001E31B2" w14:paraId="4F21A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252107" w:rsidR="00252107" w:rsidTr="2574A16A" w14:paraId="2B5BBB2B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6D6905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71141A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  <w:tr w:rsidRPr="00252107" w:rsidR="00252107" w:rsidTr="2574A16A" w14:paraId="60CE26A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9282C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152FAB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</w:tbl>
    <w:p w:rsidRPr="00252107" w:rsidR="0085747A" w:rsidP="009C54AE" w:rsidRDefault="0085747A" w14:paraId="5FAE28B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252107" w:rsidR="00B90885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252107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Pr="00252107" w:rsidR="00923D7D" w:rsidP="009C54AE" w:rsidRDefault="00923D7D" w14:paraId="375CCFF8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7EA32E9D" w14:textId="7777777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>1.</w:t>
      </w:r>
      <w:r w:rsidRPr="00252107" w:rsidR="00E22FBC">
        <w:rPr>
          <w:rFonts w:ascii="Corbel" w:hAnsi="Corbel"/>
          <w:color w:val="000000" w:themeColor="text1"/>
          <w:sz w:val="24"/>
          <w:szCs w:val="24"/>
        </w:rPr>
        <w:t>1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Pr="00252107" w:rsidR="00923D7D" w:rsidP="009C54AE" w:rsidRDefault="00923D7D" w14:paraId="55402EDA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710"/>
        <w:gridCol w:w="1168"/>
      </w:tblGrid>
      <w:tr w:rsidRPr="00252107" w:rsidR="00252107" w:rsidTr="38F551A6" w14:paraId="5E81E69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015B8F" w14:paraId="1A5237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Pr="00252107" w:rsidR="00015B8F" w:rsidP="009C54AE" w:rsidRDefault="002B5EA0" w14:paraId="5F311F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Pr="00252107" w:rsidR="00363F78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A9758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B34A1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D321B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661B8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015B8F" w14:paraId="3DEE15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1B513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ABAFD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2574A16A" w:rsidRDefault="00015B8F" w14:noSpellErr="1" w14:paraId="005071D6" w14:textId="329DD71A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 w:themeTint="FF" w:themeShade="FF"/>
              </w:rPr>
            </w:pPr>
            <w:r w:rsidRPr="2574A16A" w:rsidR="323A62D5">
              <w:rPr>
                <w:rFonts w:ascii="Corbel" w:hAnsi="Corbel"/>
                <w:color w:val="000000" w:themeColor="text1" w:themeTint="FF" w:themeShade="FF"/>
              </w:rPr>
              <w:t>Inne (jakie?)</w:t>
            </w:r>
          </w:p>
          <w:p w:rsidRPr="00252107" w:rsidR="00015B8F" w:rsidP="2574A16A" w:rsidRDefault="00015B8F" w14:textId="77777777" w14:noSpellErr="1" w14:paraId="014D84D7">
            <w:pPr>
              <w:pStyle w:val="centralniewrubryce"/>
              <w:spacing w:before="0" w:after="0" w:line="240" w:lineRule="auto"/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</w:pPr>
            <w:r w:rsidRPr="2574A16A" w:rsidR="49E58D7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Zajęcia warsztatowe</w:t>
            </w:r>
          </w:p>
          <w:p w:rsidRPr="00252107" w:rsidR="00015B8F" w:rsidP="2574A16A" w:rsidRDefault="00015B8F" w14:paraId="02AE5B3B" w14:textId="06CC6BB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5EEA0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Pr="00252107" w:rsidR="00B90885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Pr="00252107" w:rsidR="00015B8F" w:rsidTr="38F551A6" w14:paraId="573CEB7D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6A7558" w14:paraId="3877D5B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84FBE46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564384F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77516D31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9D6F31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1639017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23FAF878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E1AE82F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6A7558" w:rsidP="009C54AE" w:rsidRDefault="006A7558" w14:paraId="53D3F7A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5D1A894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923D7D" w:rsidP="009C54AE" w:rsidRDefault="00923D7D" w14:paraId="5722FD50" w14:textId="77777777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923D7D" w:rsidP="009C54AE" w:rsidRDefault="00923D7D" w14:paraId="745CDD45" w14:textId="77777777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85747A" w:rsidP="00F83B28" w:rsidRDefault="0085747A" w14:paraId="29A19FE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1.</w:t>
      </w:r>
      <w:r w:rsidRPr="00252107" w:rsidR="00E22FBC">
        <w:rPr>
          <w:rFonts w:ascii="Corbel" w:hAnsi="Corbel"/>
          <w:smallCaps w:val="0"/>
          <w:color w:val="000000" w:themeColor="text1"/>
          <w:szCs w:val="24"/>
        </w:rPr>
        <w:t>2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>.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Pr="00252107" w:rsidR="0085747A" w:rsidP="00F83B28" w:rsidRDefault="00B61EA9" w14:paraId="387FE98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52107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Pr="00252107" w:rsidR="0085747A" w:rsidP="00F83B28" w:rsidRDefault="00B61EA9" w14:paraId="1E2F025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52107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252107" w:rsidR="0085747A" w:rsidP="009C54AE" w:rsidRDefault="0085747A" w14:paraId="0C7987B8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22FBC" w:rsidP="00F83B28" w:rsidRDefault="00E22FBC" w14:paraId="2D58559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>For</w:t>
      </w:r>
      <w:r w:rsidRPr="00252107" w:rsidR="00445970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Pr="00252107" w:rsidR="00B61EA9" w:rsidP="009C54AE" w:rsidRDefault="00B61EA9" w14:paraId="30D86117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B61EA9" w:rsidP="009C54AE" w:rsidRDefault="00B61EA9" w14:paraId="78118405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252107">
        <w:rPr>
          <w:rFonts w:ascii="Corbel" w:hAnsi="Corbel"/>
          <w:b w:val="0"/>
          <w:color w:val="000000" w:themeColor="text1"/>
          <w:szCs w:val="24"/>
        </w:rPr>
        <w:t>egzamin</w:t>
      </w:r>
    </w:p>
    <w:p w:rsidRPr="00252107" w:rsidR="00E960BB" w:rsidP="009C54AE" w:rsidRDefault="00E960BB" w14:paraId="5302BDC2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E960BB" w:rsidP="009C54AE" w:rsidRDefault="0085747A" w14:paraId="2B36A4C1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00745302" w14:paraId="4904CBF3" w14:textId="77777777">
        <w:tc>
          <w:tcPr>
            <w:tcW w:w="9670" w:type="dxa"/>
          </w:tcPr>
          <w:p w:rsidRPr="00252107" w:rsidR="0085747A" w:rsidP="009C54AE" w:rsidRDefault="00B61EA9" w14:paraId="6A5B3B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 oraz bezpieczeństwa państwa.</w:t>
            </w:r>
          </w:p>
        </w:tc>
      </w:tr>
    </w:tbl>
    <w:p w:rsidRPr="00252107" w:rsidR="00153C41" w:rsidP="009C54AE" w:rsidRDefault="00153C41" w14:paraId="5810F7F3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1E051AD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lastRenderedPageBreak/>
        <w:t>3.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</w:t>
      </w:r>
      <w:r w:rsidRPr="00252107" w:rsidR="00A84C85">
        <w:rPr>
          <w:rFonts w:ascii="Corbel" w:hAnsi="Corbel"/>
          <w:color w:val="000000" w:themeColor="text1"/>
          <w:szCs w:val="24"/>
        </w:rPr>
        <w:t>cele, efekty uczenia się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Pr="00252107" w:rsidR="0085747A" w:rsidP="009C54AE" w:rsidRDefault="0085747A" w14:paraId="44E383B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67410CF9" w14:textId="7777777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Pr="00252107" w:rsidR="00C05F44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Pr="00252107" w:rsidR="00F83B28" w:rsidP="009C54AE" w:rsidRDefault="00F83B28" w14:paraId="459B9236" w14:textId="77777777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52107" w:rsidR="00252107" w:rsidTr="2574A16A" w14:paraId="002C0B54" w14:textId="77777777">
        <w:tc>
          <w:tcPr>
            <w:tcW w:w="851" w:type="dxa"/>
            <w:tcMar/>
            <w:vAlign w:val="center"/>
          </w:tcPr>
          <w:p w:rsidRPr="00252107" w:rsidR="0085747A" w:rsidP="009C54AE" w:rsidRDefault="0085747A" w14:paraId="7C44EE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7B86DF28" w14:textId="741E1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  <w:r w:rsidRPr="2574A16A" w:rsidR="461E56C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0AC6B682" w14:textId="77777777">
        <w:tc>
          <w:tcPr>
            <w:tcW w:w="851" w:type="dxa"/>
            <w:tcMar/>
            <w:vAlign w:val="center"/>
          </w:tcPr>
          <w:p w:rsidRPr="00252107" w:rsidR="0085747A" w:rsidP="009C54AE" w:rsidRDefault="00B61EA9" w14:paraId="34BB4A7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1025875D" w14:textId="60DBD9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podstaw wiktymologii i suicydologii</w:t>
            </w:r>
            <w:r w:rsidRPr="2574A16A" w:rsidR="0C2A0D7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4367136" w14:textId="77777777">
        <w:tc>
          <w:tcPr>
            <w:tcW w:w="851" w:type="dxa"/>
            <w:tcMar/>
            <w:vAlign w:val="center"/>
          </w:tcPr>
          <w:p w:rsidRPr="00252107" w:rsidR="0085747A" w:rsidP="009C54AE" w:rsidRDefault="00883B83" w14:paraId="045443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883B83" w14:paraId="2FB95674" w14:textId="3B7CCE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zasad przeprowadzania czynności procesowych na miejscu zdarzenia</w:t>
            </w:r>
            <w:r w:rsidRPr="2574A16A" w:rsidR="4122386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1785DD56" w14:textId="77777777">
        <w:tc>
          <w:tcPr>
            <w:tcW w:w="851" w:type="dxa"/>
            <w:tcMar/>
            <w:vAlign w:val="center"/>
          </w:tcPr>
          <w:p w:rsidRPr="00252107" w:rsidR="00883B83" w:rsidP="009C54AE" w:rsidRDefault="00883B83" w14:paraId="67A212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252107" w:rsidR="00883B83" w:rsidP="00883B83" w:rsidRDefault="00883B83" w14:paraId="4FBF3CD1" w14:textId="77777777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</w:p>
          <w:p w:rsidRPr="00252107" w:rsidR="00883B83" w:rsidP="00883B83" w:rsidRDefault="00883B83" w14:paraId="768CEDA5" w14:textId="051F9A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w kryminalistyce</w:t>
            </w:r>
            <w:r w:rsidRPr="2574A16A" w:rsidR="3EB4C85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0588F29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4F4303" w:rsidP="004F4303" w:rsidRDefault="004F4303" w14:paraId="71CFC6EC" w14:textId="7777777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4F4303" w:rsidP="004F4303" w:rsidRDefault="004F4303" w14:paraId="4B0F48CA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252107" w:rsidR="00252107" w:rsidTr="2574A16A" w14:paraId="38B8EEEB" w14:textId="77777777">
        <w:tc>
          <w:tcPr>
            <w:tcW w:w="1701" w:type="dxa"/>
            <w:tcMar/>
            <w:vAlign w:val="center"/>
          </w:tcPr>
          <w:p w:rsidRPr="00252107" w:rsidR="004F4303" w:rsidP="00E0247B" w:rsidRDefault="004F4303" w14:paraId="24684D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252107" w:rsidR="004F4303" w:rsidP="00E0247B" w:rsidRDefault="004F4303" w14:paraId="506CDC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252107" w:rsidR="004F4303" w:rsidP="00E0247B" w:rsidRDefault="004F4303" w14:paraId="7B5E78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252107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Pr="00252107" w:rsidR="00252107" w:rsidTr="2574A16A" w14:paraId="1E5ACFAD" w14:textId="77777777">
        <w:tc>
          <w:tcPr>
            <w:tcW w:w="1701" w:type="dxa"/>
            <w:tcMar/>
          </w:tcPr>
          <w:p w:rsidRPr="00252107" w:rsidR="004F4303" w:rsidP="00E0247B" w:rsidRDefault="004F4303" w14:paraId="29B28D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41DD0A13" w14:textId="75A7A4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36682CA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 i rozumie rodzaje struktur społecznych i instytucji życia społecznego oraz zachodzące pomiędzy nimi relacje.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57D841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K_W08</w:t>
            </w:r>
          </w:p>
        </w:tc>
      </w:tr>
      <w:tr w:rsidRPr="00252107" w:rsidR="00252107" w:rsidTr="2574A16A" w14:paraId="48254BC3" w14:textId="77777777">
        <w:tc>
          <w:tcPr>
            <w:tcW w:w="1701" w:type="dxa"/>
            <w:tcMar/>
          </w:tcPr>
          <w:p w:rsidRPr="00252107" w:rsidR="004F4303" w:rsidP="00E0247B" w:rsidRDefault="004F4303" w14:paraId="1CDDE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07316F9C" w14:textId="78B6B6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5BC4765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analiz</w:t>
            </w:r>
            <w:r w:rsidRPr="2574A16A" w:rsidR="2ADB68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powiązani</w:t>
            </w:r>
            <w:r w:rsidRPr="2574A16A" w:rsidR="29C457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zjawisk społecznych z różnymi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3901F0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obszarami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bezpieczeństwa: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politycznego, kulturowego,</w:t>
            </w:r>
            <w:r w:rsidRPr="2574A16A" w:rsidR="3737CB4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militarnego, ekonomicznego,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społ</w:t>
            </w:r>
            <w:r w:rsidRPr="2574A16A" w:rsidR="38C1D99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ecznego, ekologicznego.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0E9368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K_U06</w:t>
            </w:r>
          </w:p>
        </w:tc>
      </w:tr>
      <w:tr w:rsidRPr="00252107" w:rsidR="00252107" w:rsidTr="2574A16A" w14:paraId="4DC9D838" w14:textId="77777777">
        <w:tc>
          <w:tcPr>
            <w:tcW w:w="1701" w:type="dxa"/>
            <w:tcMar/>
          </w:tcPr>
          <w:p w:rsidRPr="00252107" w:rsidR="004F4303" w:rsidP="00E0247B" w:rsidRDefault="004F4303" w14:paraId="59D847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9388399" w14:textId="20966B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7077AE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 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dentyfik</w:t>
            </w:r>
            <w:r w:rsidRPr="2574A16A" w:rsidR="024754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zagrożenia bezpieczeństwa oraz </w:t>
            </w:r>
            <w:r w:rsidRPr="2574A16A" w:rsidR="17F719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formułować sposoby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praktycznego reagowania w sytuacjach kryzysowych</w:t>
            </w:r>
            <w:r w:rsidRPr="2574A16A" w:rsidR="140025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81D79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Pr="00252107" w:rsidR="00252107" w:rsidTr="2574A16A" w14:paraId="03800838" w14:textId="77777777">
        <w:tc>
          <w:tcPr>
            <w:tcW w:w="1701" w:type="dxa"/>
            <w:tcMar/>
          </w:tcPr>
          <w:p w:rsidRPr="00252107" w:rsidR="004F4303" w:rsidP="00E0247B" w:rsidRDefault="004F4303" w14:paraId="5378B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252107" w:rsidR="000301C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A258CE8" w14:textId="704276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040A95B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Jest gotów do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konieczności stałego i samodzielnego uaktualniania wiedzy</w:t>
            </w:r>
            <w:r w:rsidRPr="2574A16A" w:rsidR="4DB093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D9B8D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</w:tbl>
    <w:p w:rsidRPr="00252107" w:rsidR="0085747A" w:rsidP="009C54AE" w:rsidRDefault="0085747A" w14:paraId="61C7F8A0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675843" w14:paraId="4F99F9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Pr="00252107" w:rsidR="0085747A">
        <w:rPr>
          <w:rFonts w:ascii="Corbel" w:hAnsi="Corbel"/>
          <w:b/>
          <w:color w:val="000000" w:themeColor="text1"/>
          <w:sz w:val="24"/>
          <w:szCs w:val="24"/>
        </w:rPr>
        <w:t>T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Pr="00252107" w:rsidR="007327B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Pr="00252107" w:rsidR="0085747A" w:rsidP="009C54AE" w:rsidRDefault="0085747A" w14:paraId="6100BD4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Problematyka </w:t>
      </w:r>
      <w:r w:rsidRPr="00252107" w:rsidR="009409CA">
        <w:rPr>
          <w:rFonts w:ascii="Corbel" w:hAnsi="Corbel"/>
          <w:color w:val="000000" w:themeColor="text1"/>
          <w:sz w:val="24"/>
          <w:szCs w:val="24"/>
        </w:rPr>
        <w:t>zajęć warsztatowych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675843" w:rsidP="009C54AE" w:rsidRDefault="00675843" w14:paraId="746937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5"/>
      </w:tblGrid>
      <w:tr w:rsidRPr="00252107" w:rsidR="00252107" w:rsidTr="2574A16A" w14:paraId="508A74CC" w14:textId="77777777">
        <w:tc>
          <w:tcPr>
            <w:tcW w:w="9495" w:type="dxa"/>
            <w:tcMar/>
          </w:tcPr>
          <w:p w:rsidRPr="00252107" w:rsidR="00700745" w:rsidP="009C54AE" w:rsidRDefault="00700745" w14:paraId="0378E3B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Pr="00252107" w:rsidR="00252107" w:rsidTr="2574A16A" w14:paraId="5E6517F1" w14:textId="77777777">
        <w:tc>
          <w:tcPr>
            <w:tcW w:w="9495" w:type="dxa"/>
            <w:tcMar/>
          </w:tcPr>
          <w:p w:rsidRPr="00252107" w:rsidR="00700745" w:rsidP="00597BD8" w:rsidRDefault="00700745" w14:paraId="6AAF88E7" w14:textId="521214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  <w:r w:rsidRPr="2574A16A" w:rsidR="2F919F6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27E85A7" w14:textId="77777777">
        <w:tc>
          <w:tcPr>
            <w:tcW w:w="9495" w:type="dxa"/>
            <w:tcMar/>
          </w:tcPr>
          <w:p w:rsidRPr="00252107" w:rsidR="00700745" w:rsidP="2574A16A" w:rsidRDefault="00700745" w14:paraId="6754705C" w14:textId="77777777" w14:noSpellErr="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Pr="00252107" w:rsidR="00252107" w:rsidTr="2574A16A" w14:paraId="76AE363B" w14:textId="77777777">
        <w:tc>
          <w:tcPr>
            <w:tcW w:w="9495" w:type="dxa"/>
            <w:tcMar/>
          </w:tcPr>
          <w:p w:rsidRPr="00252107" w:rsidR="00700745" w:rsidP="2574A16A" w:rsidRDefault="00700745" w14:paraId="7ADA48A8" w14:textId="03E50CF6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Charakterystyka przestępczości w Polsce</w:t>
            </w:r>
            <w:r w:rsidRPr="2574A16A" w:rsidR="034713C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64D41463" w14:textId="77777777">
        <w:tc>
          <w:tcPr>
            <w:tcW w:w="9495" w:type="dxa"/>
            <w:tcMar/>
          </w:tcPr>
          <w:p w:rsidRPr="00252107" w:rsidR="00700745" w:rsidP="2574A16A" w:rsidRDefault="00700745" w14:paraId="146371AB" w14:textId="5E643670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Wybrane formy przestępczości zorganizowanej</w:t>
            </w:r>
            <w:r w:rsidRPr="2574A16A" w:rsidR="73C72C7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2FB3659B" w14:textId="77777777">
        <w:tc>
          <w:tcPr>
            <w:tcW w:w="9495" w:type="dxa"/>
            <w:tcMar/>
          </w:tcPr>
          <w:p w:rsidRPr="00252107" w:rsidR="00700745" w:rsidP="2574A16A" w:rsidRDefault="00700745" w14:paraId="371F18D2" w14:textId="77777777" w14:noSpellErr="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Osobowość przestępcy.</w:t>
            </w:r>
          </w:p>
        </w:tc>
      </w:tr>
      <w:tr w:rsidRPr="00252107" w:rsidR="00252107" w:rsidTr="2574A16A" w14:paraId="59680E7F" w14:textId="77777777">
        <w:tc>
          <w:tcPr>
            <w:tcW w:w="9495" w:type="dxa"/>
            <w:tcMar/>
          </w:tcPr>
          <w:p w:rsidRPr="00252107" w:rsidR="00700745" w:rsidP="2574A16A" w:rsidRDefault="00700745" w14:paraId="104DB2CB" w14:textId="20D14BB4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Modus </w:t>
            </w:r>
            <w:proofErr w:type="spellStart"/>
            <w:r w:rsidRPr="2574A16A" w:rsidR="1DD55E0D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operandi</w:t>
            </w:r>
            <w:proofErr w:type="spellEnd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sprawców wybranych przestępstw</w:t>
            </w:r>
            <w:r w:rsidRPr="2574A16A" w:rsidR="684F37C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6E19591B" w14:textId="77777777">
        <w:tc>
          <w:tcPr>
            <w:tcW w:w="9495" w:type="dxa"/>
            <w:tcMar/>
          </w:tcPr>
          <w:p w:rsidRPr="00252107" w:rsidR="00700745" w:rsidP="2574A16A" w:rsidRDefault="00700745" w14:paraId="080103AB" w14:textId="093DE995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Suicydologia</w:t>
            </w:r>
            <w:r w:rsidRPr="2574A16A" w:rsidR="33525E2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2099E4DB" w14:textId="77777777">
        <w:tc>
          <w:tcPr>
            <w:tcW w:w="9495" w:type="dxa"/>
            <w:tcMar/>
          </w:tcPr>
          <w:p w:rsidRPr="00252107" w:rsidR="00700745" w:rsidP="2574A16A" w:rsidRDefault="00700745" w14:paraId="5D7C431D" w14:textId="132B5EB9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Wiktymologia</w:t>
            </w:r>
            <w:r w:rsidRPr="2574A16A" w:rsidR="282A934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1FDA2969" w14:textId="77777777">
        <w:tc>
          <w:tcPr>
            <w:tcW w:w="9495" w:type="dxa"/>
            <w:tcMar/>
          </w:tcPr>
          <w:p w:rsidRPr="00252107" w:rsidR="00700745" w:rsidP="2574A16A" w:rsidRDefault="00700745" w14:paraId="4AED77C2" w14:textId="715F05C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Taktyka i technika kryminalistyczna. Realizacji funkcji kryminalistyki</w:t>
            </w:r>
            <w:r w:rsidRPr="2574A16A" w:rsidR="3818803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3C416C42" w14:textId="77777777">
        <w:tc>
          <w:tcPr>
            <w:tcW w:w="9495" w:type="dxa"/>
            <w:tcMar/>
          </w:tcPr>
          <w:p w:rsidRPr="00252107" w:rsidR="00700745" w:rsidP="2574A16A" w:rsidRDefault="00700745" w14:paraId="0F737059" w14:textId="19E23EF7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Czynności operacyjno-rozpoznawcze badań</w:t>
            </w:r>
            <w:r w:rsidRPr="2574A16A" w:rsidR="4BFA9D7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6424C396" w14:textId="77777777">
        <w:tc>
          <w:tcPr>
            <w:tcW w:w="9495" w:type="dxa"/>
            <w:tcMar/>
          </w:tcPr>
          <w:p w:rsidRPr="00252107" w:rsidR="00700745" w:rsidP="2574A16A" w:rsidRDefault="00700745" w14:paraId="34E305BB" w14:textId="11A04F6C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Ślady kryminalistyczne</w:t>
            </w:r>
            <w:r w:rsidRPr="2574A16A" w:rsidR="0EC00A2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578445C4" w14:textId="77777777">
        <w:tc>
          <w:tcPr>
            <w:tcW w:w="9495" w:type="dxa"/>
            <w:tcMar/>
          </w:tcPr>
          <w:p w:rsidRPr="00252107" w:rsidR="00700745" w:rsidP="2574A16A" w:rsidRDefault="00700745" w14:paraId="717034EB" w14:textId="01F7C784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Przesłuchanie, konfrontacja, okazanie, przeszukanie</w:t>
            </w:r>
            <w:r w:rsidRPr="2574A16A" w:rsidR="65FB72C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2CCFD04" w14:textId="77777777">
        <w:tc>
          <w:tcPr>
            <w:tcW w:w="9495" w:type="dxa"/>
            <w:tcMar/>
          </w:tcPr>
          <w:p w:rsidRPr="00252107" w:rsidR="00700745" w:rsidP="2574A16A" w:rsidRDefault="00700745" w14:paraId="08755609" w14:textId="7B951C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Wybrane rodzaje badań i ekspertyz kryminalistycznych – (w tym: badania dokumentów, ekspertyza </w:t>
            </w:r>
            <w:proofErr w:type="spellStart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wariograficzna</w:t>
            </w:r>
            <w:proofErr w:type="spellEnd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  <w:r w:rsidRPr="2574A16A" w:rsidR="7D6EC9A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3D136642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2C46C9B8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9F4610" w14:paraId="32B5663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Pr="00252107" w:rsidR="009409CA" w:rsidP="009C54AE" w:rsidRDefault="009409CA" w14:paraId="741F4C08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Pr="00252107" w:rsidR="0085747A" w:rsidP="2574A16A" w:rsidRDefault="007D0E06" w14:paraId="6FB4B901" w14:textId="0A3D8EC9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2574A16A" w:rsidR="6DAC44D7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Prezentacja multimedialna, dyskusja nad wskazanym zagadnieniem tematycznym ze szczególnym uwzględnieniem umiejętności praktycznego wykorzystania z</w:t>
      </w:r>
      <w:r w:rsidRPr="2574A16A" w:rsidR="43B1CF22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dobytej wiedzy z zakresu poszczególnych ekspertyz kryminalistycznych, materiały audiowizualne, praca w grupach.</w:t>
      </w:r>
    </w:p>
    <w:p w:rsidRPr="00252107" w:rsidR="00E960BB" w:rsidP="009C54AE" w:rsidRDefault="00E960BB" w14:paraId="032A3D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960BB" w:rsidP="009C54AE" w:rsidRDefault="00E960BB" w14:paraId="0672D0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C61DC5" w14:paraId="7DA99B3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Pr="00252107" w:rsidR="009F461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6EB3FB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85747A" w14:paraId="09C7952B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Pr="00252107" w:rsidR="00C05F44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Pr="00252107" w:rsidR="0085747A" w:rsidP="009C54AE" w:rsidRDefault="0085747A" w14:paraId="48B246D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52107" w:rsidR="00252107" w:rsidTr="00C05F44" w14:paraId="4749026F" w14:textId="77777777">
        <w:tc>
          <w:tcPr>
            <w:tcW w:w="1985" w:type="dxa"/>
            <w:vAlign w:val="center"/>
          </w:tcPr>
          <w:p w:rsidRPr="00252107" w:rsidR="0085747A" w:rsidP="009C54AE" w:rsidRDefault="0071620A" w14:paraId="7A54BD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52107" w:rsidR="0085747A" w:rsidP="009C54AE" w:rsidRDefault="00F974DA" w14:paraId="1FF52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Pr="00252107" w:rsidR="0085747A" w:rsidP="009C54AE" w:rsidRDefault="009F4610" w14:paraId="1C0244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Pr="00252107" w:rsidR="008574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52107" w:rsidR="00923D7D" w:rsidP="009C54AE" w:rsidRDefault="0085747A" w14:paraId="1DFEE1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Pr="00252107" w:rsidR="0085747A" w:rsidP="009C54AE" w:rsidRDefault="0085747A" w14:paraId="56243D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Pr="00252107" w:rsidR="00252107" w:rsidTr="00C05F44" w14:paraId="3734ED13" w14:textId="77777777">
        <w:tc>
          <w:tcPr>
            <w:tcW w:w="1985" w:type="dxa"/>
          </w:tcPr>
          <w:p w:rsidRPr="00252107" w:rsidR="0085747A" w:rsidP="009C54AE" w:rsidRDefault="0085747A" w14:paraId="56EF3D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proofErr w:type="spellEnd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252107" w:rsidR="0085747A" w:rsidP="009C54AE" w:rsidRDefault="00875D20" w14:paraId="33062F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875D20" w14:paraId="0F4723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15E8B9C8" w14:textId="77777777">
        <w:tc>
          <w:tcPr>
            <w:tcW w:w="1985" w:type="dxa"/>
          </w:tcPr>
          <w:p w:rsidRPr="00252107" w:rsidR="0085747A" w:rsidP="009C54AE" w:rsidRDefault="0085747A" w14:paraId="0477D2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528" w:type="dxa"/>
          </w:tcPr>
          <w:p w:rsidRPr="00252107" w:rsidR="0085747A" w:rsidP="009C54AE" w:rsidRDefault="0049484D" w14:paraId="03E3FD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49484D" w14:paraId="5C7880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22845E9D" w14:textId="77777777">
        <w:tc>
          <w:tcPr>
            <w:tcW w:w="1985" w:type="dxa"/>
          </w:tcPr>
          <w:p w:rsidRPr="00252107" w:rsidR="0049484D" w:rsidP="009C54AE" w:rsidRDefault="0049484D" w14:paraId="1C2BDA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528" w:type="dxa"/>
          </w:tcPr>
          <w:p w:rsidRPr="00252107" w:rsidR="0049484D" w:rsidP="009C54AE" w:rsidRDefault="0049484D" w14:paraId="596032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Pr="00252107" w:rsidR="0049484D" w:rsidP="009C54AE" w:rsidRDefault="0049484D" w14:paraId="5A8E5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3D60FE45" w14:textId="77777777">
        <w:tc>
          <w:tcPr>
            <w:tcW w:w="1985" w:type="dxa"/>
          </w:tcPr>
          <w:p w:rsidRPr="00252107" w:rsidR="0049484D" w:rsidP="009C54AE" w:rsidRDefault="0049484D" w14:paraId="4B2E63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528" w:type="dxa"/>
          </w:tcPr>
          <w:p w:rsidRPr="00252107" w:rsidR="0049484D" w:rsidP="009C54AE" w:rsidRDefault="0049484D" w14:paraId="4DAC4E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252107" w:rsidR="0049484D" w:rsidP="009C54AE" w:rsidRDefault="0049484D" w14:paraId="663C9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</w:tbl>
    <w:p w:rsidRPr="00252107" w:rsidR="00923D7D" w:rsidP="009C54AE" w:rsidRDefault="00923D7D" w14:paraId="4D07756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3E1941" w14:paraId="322FF68A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Pr="00252107" w:rsidR="00923D7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7511EB37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2574A16A" w14:paraId="4B1321D0" w14:textId="77777777">
        <w:tc>
          <w:tcPr>
            <w:tcW w:w="9670" w:type="dxa"/>
            <w:tcMar/>
          </w:tcPr>
          <w:p w:rsidRPr="00252107" w:rsidR="00D0103D" w:rsidP="00D0103D" w:rsidRDefault="009409CA" w14:paraId="4B798A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ZAJĘCIA</w:t>
            </w:r>
            <w:r w:rsidRPr="00252107" w:rsidR="00D0103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252107" w:rsidR="00F75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WARSZTATOWE</w:t>
            </w:r>
          </w:p>
          <w:p w:rsidRPr="00252107" w:rsidR="0085747A" w:rsidP="2574A16A" w:rsidRDefault="0085747A" w14:paraId="3A4A2FA8" w14:textId="30A8EC7C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Przygotowanie oraz przedstawienie prezentacji multimedialnej,</w:t>
            </w:r>
            <w:r w:rsidRPr="2574A16A" w:rsidR="252121F5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przygotowanie oraz przeprowadzenie debaty oksfordzkiej,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frekwencja na ćwiczeniach ustalana na podstawie listy obecności, aktywność na zajęciach warsztatowych, wyniki egzaminu ustalane na podstawie pisemnych 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 studentów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Pr="00252107" w:rsidR="0085747A" w:rsidP="009C54AE" w:rsidRDefault="0085747A" w14:paraId="380503F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9F4610" w:rsidP="009C54AE" w:rsidRDefault="0085747A" w14:paraId="33765860" w14:textId="7777777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Pr="00252107" w:rsidR="00C61DC5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52107" w:rsidR="0085747A" w:rsidP="009C54AE" w:rsidRDefault="0085747A" w14:paraId="5E292A7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52107" w:rsidR="00252107" w:rsidTr="003E1941" w14:paraId="21284F66" w14:textId="77777777">
        <w:tc>
          <w:tcPr>
            <w:tcW w:w="4962" w:type="dxa"/>
            <w:vAlign w:val="center"/>
          </w:tcPr>
          <w:p w:rsidRPr="00252107" w:rsidR="0085747A" w:rsidP="009C54AE" w:rsidRDefault="00C61DC5" w14:paraId="6C4E53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52107" w:rsidR="0085747A" w:rsidP="009C54AE" w:rsidRDefault="00C61DC5" w14:paraId="13F460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Pr="00252107" w:rsidR="0071620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Pr="00252107" w:rsidR="00252107" w:rsidTr="00923D7D" w14:paraId="31A608F5" w14:textId="77777777">
        <w:tc>
          <w:tcPr>
            <w:tcW w:w="4962" w:type="dxa"/>
          </w:tcPr>
          <w:p w:rsidRPr="00252107" w:rsidR="0085747A" w:rsidP="009C54AE" w:rsidRDefault="00C61DC5" w14:paraId="227AB7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Pr="00252107" w:rsidR="003F20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 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harmonogramu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52107" w:rsidR="0085747A" w:rsidP="009C54AE" w:rsidRDefault="00D0103D" w14:paraId="58E058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Pr="00252107" w:rsidR="00252107" w:rsidTr="00923D7D" w14:paraId="3BC0FD0E" w14:textId="77777777">
        <w:tc>
          <w:tcPr>
            <w:tcW w:w="4962" w:type="dxa"/>
          </w:tcPr>
          <w:p w:rsidRPr="00252107" w:rsidR="00C61DC5" w:rsidP="009C54AE" w:rsidRDefault="00C61DC5" w14:paraId="49B26E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:rsidRPr="00252107" w:rsidR="00C61DC5" w:rsidP="009C54AE" w:rsidRDefault="00C61DC5" w14:paraId="5D5759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52107" w:rsidR="00C61DC5" w:rsidP="009C54AE" w:rsidRDefault="004A42D9" w14:paraId="7B064C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</w:tr>
      <w:tr w:rsidRPr="00252107" w:rsidR="00252107" w:rsidTr="00923D7D" w14:paraId="48CF5504" w14:textId="77777777">
        <w:tc>
          <w:tcPr>
            <w:tcW w:w="4962" w:type="dxa"/>
          </w:tcPr>
          <w:p w:rsidRPr="00252107" w:rsidR="0071620A" w:rsidP="009C54AE" w:rsidRDefault="00C61DC5" w14:paraId="75B8D2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252107" w:rsidR="00C61DC5" w:rsidP="009C54AE" w:rsidRDefault="00C61DC5" w14:paraId="4E69F5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252107" w:rsidR="00C61DC5" w:rsidP="009C54AE" w:rsidRDefault="004A42D9" w14:paraId="51F541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</w:tr>
      <w:tr w:rsidRPr="00252107" w:rsidR="00252107" w:rsidTr="00923D7D" w14:paraId="7E93AD5B" w14:textId="77777777">
        <w:tc>
          <w:tcPr>
            <w:tcW w:w="4962" w:type="dxa"/>
          </w:tcPr>
          <w:p w:rsidRPr="00252107" w:rsidR="0085747A" w:rsidP="009C54AE" w:rsidRDefault="0085747A" w14:paraId="54FD5A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52107" w:rsidR="0085747A" w:rsidP="009C54AE" w:rsidRDefault="0012305C" w14:paraId="168EC7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76</w:t>
            </w:r>
          </w:p>
        </w:tc>
      </w:tr>
      <w:tr w:rsidRPr="00252107" w:rsidR="00252107" w:rsidTr="00923D7D" w14:paraId="3E244C23" w14:textId="77777777">
        <w:tc>
          <w:tcPr>
            <w:tcW w:w="4962" w:type="dxa"/>
          </w:tcPr>
          <w:p w:rsidRPr="00252107" w:rsidR="0085747A" w:rsidP="009C54AE" w:rsidRDefault="0085747A" w14:paraId="026E6A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52107" w:rsidR="0085747A" w:rsidP="009C54AE" w:rsidRDefault="0012305C" w14:paraId="60F8A6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85747A" w:rsidP="009C54AE" w:rsidRDefault="00923D7D" w14:paraId="1189ABA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2521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Pr="00252107" w:rsidR="00C61DC5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Pr="00252107" w:rsidR="003E1941" w:rsidP="009C54AE" w:rsidRDefault="003E1941" w14:paraId="698A6CA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71620A" w14:paraId="7E76ED60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PRAKTYKI ZAWO</w:t>
      </w:r>
      <w:r w:rsidRPr="00252107" w:rsidR="009D3F3B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:rsidRPr="00252107" w:rsidR="0085747A" w:rsidP="009C54AE" w:rsidRDefault="0085747A" w14:paraId="337D6A3F" w14:textId="77777777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14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370"/>
      </w:tblGrid>
      <w:tr w:rsidRPr="00252107" w:rsidR="00252107" w:rsidTr="2574A16A" w14:paraId="7260219F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D61B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96E2A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Pr="00252107" w:rsidR="00252107" w:rsidTr="2574A16A" w14:paraId="6969C429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CF6BD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0CD27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:rsidRPr="00252107" w:rsidR="003E1941" w:rsidP="009C54AE" w:rsidRDefault="003E1941" w14:paraId="1997372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675843" w14:paraId="592BC056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675843" w:rsidP="009C54AE" w:rsidRDefault="00675843" w14:paraId="7E7E9607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2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25"/>
      </w:tblGrid>
      <w:tr w:rsidRPr="00252107" w:rsidR="00252107" w:rsidTr="2574A16A" w14:paraId="59EC8B8E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B52B4" w14:paraId="594E953C" w14:textId="77777777" w14:noSpellErr="1">
            <w:pPr>
              <w:spacing w:after="0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Literatura podstawowa (wybrane rozdziały):</w:t>
            </w:r>
          </w:p>
          <w:p w:rsidRPr="00252107" w:rsidR="00700745" w:rsidP="2574A16A" w:rsidRDefault="00700745" w14:paraId="36C00107" w14:textId="0CFD04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Gruza</w:t>
            </w:r>
            <w:r w:rsidRPr="2574A16A" w:rsidR="22F106B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E.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Goc</w:t>
            </w:r>
            <w:r w:rsidRPr="2574A16A" w:rsidR="0F51904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M.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Moszczyński</w:t>
            </w:r>
            <w:r w:rsidRPr="2574A16A" w:rsidR="7BB74DB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J.,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gramStart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Kryminalistyka</w:t>
            </w:r>
            <w:proofErr w:type="gramEnd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czyli rzecz o współczesnych metodach dowodzenia przestępstw, 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Wolters Kluwer, Warszawa 2020</w:t>
            </w:r>
            <w:r w:rsidRPr="2574A16A" w:rsidR="19AE8D1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252107" w:rsidR="00700745" w:rsidP="2574A16A" w:rsidRDefault="00700745" w14:paraId="1190149D" w14:textId="520C9D7F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Widacki J. (red.),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Kryminalistyka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, C.H. Beck 2018. </w:t>
            </w:r>
          </w:p>
          <w:p w:rsidRPr="00252107" w:rsidR="00700745" w:rsidP="2574A16A" w:rsidRDefault="00700745" w14:paraId="047D6732" w14:textId="74738DC5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/>
                <w:sz w:val="24"/>
                <w:szCs w:val="24"/>
                <w:lang w:val="pl-PL"/>
              </w:rPr>
            </w:pP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Pływaczewski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 W., Redo S., Guzik-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Makaruk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E.M., Laskowska K., Filipkowski W., Glińska E., Jurgielewicz-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Delegacz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E., Perkowska M.,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Kryminologia. Stan i perspektywy rozwoju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Warszawa 2019.</w:t>
            </w:r>
          </w:p>
        </w:tc>
      </w:tr>
      <w:tr w:rsidRPr="00252107" w:rsidR="00252107" w:rsidTr="2574A16A" w14:paraId="5D32802C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00745" w14:paraId="62B2AEB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Literatura uzupełniająca</w:t>
            </w:r>
            <w:r w:rsidRPr="2574A16A" w:rsidR="02CB449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</w:rPr>
              <w:t>(wybrane rozdziały)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 </w:t>
            </w:r>
          </w:p>
          <w:p w:rsidRPr="00252107" w:rsidR="0012305C" w:rsidP="2574A16A" w:rsidRDefault="0012305C" w14:paraId="0218002C" w14:textId="0B2AFA96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Bajda K., 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Samobójstwa wśród dzieci i młodzieży. Aspekty</w:t>
            </w:r>
            <w:r w:rsidRPr="2574A16A" w:rsidR="6B436EC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młodzieży szkolnej w aspekcie</w:t>
            </w:r>
            <w:r w:rsidRPr="2574A16A" w:rsidR="0BC0063C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zachowań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suicydalnych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Wychowanie. Edukacja. Profilaktyka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red. G.</w:t>
            </w:r>
            <w:r w:rsidRPr="2574A16A" w:rsidR="64B300C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Ostasz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E.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Moczuk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J. Jedynak, Rzeszów 2018, s. 103-119.</w:t>
            </w:r>
          </w:p>
          <w:p w:rsidRPr="00252107" w:rsidR="0012305C" w:rsidP="2574A16A" w:rsidRDefault="0012305C" w14:paraId="0191C312" w14:textId="6D2903D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PWN, Warszawa 2016.</w:t>
            </w:r>
          </w:p>
          <w:p w:rsidRPr="00252107" w:rsidR="0012305C" w:rsidP="2574A16A" w:rsidRDefault="0012305C" w14:paraId="347C2549" w14:textId="16817A4F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kryminalistyczna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Difin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2018</w:t>
            </w:r>
            <w:r w:rsidRPr="2574A16A" w:rsidR="0852E7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00F9B134" w14:textId="5968AF6A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Wolters Kluwer, Warszawa 2011.</w:t>
            </w:r>
          </w:p>
          <w:p w:rsidRPr="00252107" w:rsidR="0012305C" w:rsidP="2574A16A" w:rsidRDefault="0012305C" w14:paraId="2FD3A0EB" w14:textId="731E63E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Wiktymologia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2015</w:t>
            </w: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725745AF" w14:textId="7C40BD00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0F8E8F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2019.</w:t>
            </w:r>
          </w:p>
          <w:p w:rsidRPr="00252107" w:rsidR="0012305C" w:rsidP="2574A16A" w:rsidRDefault="0012305C" w14:paraId="626A4122" w14:textId="2A5FAB5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5EFFD7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Kułak I.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1E1BBD7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Tom II, Rzeszów 2020.</w:t>
            </w:r>
          </w:p>
          <w:p w:rsidRPr="00252107" w:rsidR="0012305C" w:rsidP="2574A16A" w:rsidRDefault="0012305C" w14:paraId="465833C8" w14:textId="14671F78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Fałsz materialny dokumentu. Aspekty prawne i</w:t>
            </w:r>
            <w:r w:rsidRPr="2574A16A" w:rsidR="7CD7121B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"Przegląd Prawno-Ekonomiczny" (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Review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Law,</w:t>
            </w:r>
            <w:r w:rsidRPr="2574A16A" w:rsidR="4BCD944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Business &amp;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Economcs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), nr 46 (1/2019).</w:t>
            </w:r>
          </w:p>
          <w:p w:rsidRPr="00252107" w:rsidR="0012305C" w:rsidP="2574A16A" w:rsidRDefault="0012305C" w14:paraId="24613A46" w14:textId="479FEABB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Gumenna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N.,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Kryminologiczno-prawne aspekty handlu ludźmi</w:t>
            </w:r>
            <w:r w:rsidRPr="2574A16A" w:rsidR="3D01EC5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 kontekście bezpieczeństwa publicznego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</w:t>
            </w:r>
            <w:r w:rsidRPr="2574A16A" w:rsidR="6489CFB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we współczesnym świecie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M.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Biały, K. Żarna (red.), Rzeszów</w:t>
            </w:r>
            <w:r w:rsidRPr="2574A16A" w:rsidR="2C102F6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2018, s. 245-269.</w:t>
            </w:r>
          </w:p>
          <w:p w:rsidRPr="00252107" w:rsidR="0012305C" w:rsidP="2574A16A" w:rsidRDefault="0012305C" w14:paraId="311DC98F" w14:textId="7F18ADF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New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psychoaktive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substances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phenomenon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development</w:t>
            </w:r>
            <w:r w:rsidRPr="2574A16A" w:rsidR="31474374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and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insttitutional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legal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mechanizm for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prevention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“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Journal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</w:t>
            </w:r>
            <w:r w:rsidRPr="2574A16A" w:rsidR="42D7430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Modern Science”, no 1/40/2019, 2019.</w:t>
            </w:r>
          </w:p>
          <w:p w:rsidRPr="00252107" w:rsidR="0012305C" w:rsidP="2574A16A" w:rsidRDefault="0012305C" w14:paraId="1F24ADF6" w14:textId="3A885C0D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Tactical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Criminalistic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Aspects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Police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Negotiations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in</w:t>
            </w:r>
            <w:r w:rsidRPr="2574A16A" w:rsidR="1862E0F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Crisis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Situations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"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Humanities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Social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Sciences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”, no 4/2018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.</w:t>
            </w:r>
          </w:p>
        </w:tc>
      </w:tr>
    </w:tbl>
    <w:p w:rsidRPr="00252107" w:rsidR="0085747A" w:rsidP="009C54AE" w:rsidRDefault="0085747A" w14:paraId="756BEE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85747A" w14:paraId="48AD62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F83B28" w:rsidRDefault="0085747A" w14:paraId="3EB76952" w14:textId="77777777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Pr="00252107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579" w:rsidP="00C16ABF" w:rsidRDefault="00541579" w14:paraId="179D4D89" w14:textId="77777777">
      <w:pPr>
        <w:spacing w:after="0" w:line="240" w:lineRule="auto"/>
      </w:pPr>
      <w:r>
        <w:separator/>
      </w:r>
    </w:p>
  </w:endnote>
  <w:endnote w:type="continuationSeparator" w:id="0">
    <w:p w:rsidR="00541579" w:rsidP="00C16ABF" w:rsidRDefault="00541579" w14:paraId="087DF5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579" w:rsidP="00C16ABF" w:rsidRDefault="00541579" w14:paraId="04B54E3C" w14:textId="77777777">
      <w:pPr>
        <w:spacing w:after="0" w:line="240" w:lineRule="auto"/>
      </w:pPr>
      <w:r>
        <w:separator/>
      </w:r>
    </w:p>
  </w:footnote>
  <w:footnote w:type="continuationSeparator" w:id="0">
    <w:p w:rsidR="00541579" w:rsidP="00C16ABF" w:rsidRDefault="00541579" w14:paraId="690C5BA7" w14:textId="77777777">
      <w:pPr>
        <w:spacing w:after="0" w:line="240" w:lineRule="auto"/>
      </w:pPr>
      <w:r>
        <w:continuationSeparator/>
      </w:r>
    </w:p>
  </w:footnote>
  <w:footnote w:id="1">
    <w:p w:rsidR="004F4303" w:rsidP="004F4303" w:rsidRDefault="004F4303" w14:paraId="6D6BBA9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4A13E4"/>
    <w:multiLevelType w:val="hybridMultilevel"/>
    <w:tmpl w:val="0EBEEE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i w:val="0"/>
        <w:color w:val="auto"/>
        <w:spacing w:val="-2"/>
        <w:w w:val="100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8E7AE9"/>
    <w:multiLevelType w:val="hybridMultilevel"/>
    <w:tmpl w:val="1A160D6A"/>
    <w:lvl w:ilvl="0" w:tplc="0415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hint="default" w:ascii="Symbol" w:hAnsi="Symbol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D9F"/>
    <w:rsid w:val="000301C4"/>
    <w:rsid w:val="00041A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05C"/>
    <w:rsid w:val="00124BFF"/>
    <w:rsid w:val="0012560E"/>
    <w:rsid w:val="001264E1"/>
    <w:rsid w:val="00127108"/>
    <w:rsid w:val="00134B13"/>
    <w:rsid w:val="001373E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1B2"/>
    <w:rsid w:val="001F2CA2"/>
    <w:rsid w:val="00207559"/>
    <w:rsid w:val="002144C0"/>
    <w:rsid w:val="0022477D"/>
    <w:rsid w:val="002278A9"/>
    <w:rsid w:val="002336F9"/>
    <w:rsid w:val="0024028F"/>
    <w:rsid w:val="00244ABC"/>
    <w:rsid w:val="00252107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7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545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4ED"/>
    <w:rsid w:val="004362C6"/>
    <w:rsid w:val="00437FA2"/>
    <w:rsid w:val="00445970"/>
    <w:rsid w:val="00447464"/>
    <w:rsid w:val="00461EFC"/>
    <w:rsid w:val="004652C2"/>
    <w:rsid w:val="004706D1"/>
    <w:rsid w:val="00471326"/>
    <w:rsid w:val="0047598D"/>
    <w:rsid w:val="004840FD"/>
    <w:rsid w:val="00490F7D"/>
    <w:rsid w:val="00491678"/>
    <w:rsid w:val="0049484D"/>
    <w:rsid w:val="004968E2"/>
    <w:rsid w:val="004A3EEA"/>
    <w:rsid w:val="004A42D9"/>
    <w:rsid w:val="004A4D1F"/>
    <w:rsid w:val="004B3F57"/>
    <w:rsid w:val="004D5282"/>
    <w:rsid w:val="004F1551"/>
    <w:rsid w:val="004F4303"/>
    <w:rsid w:val="004F55A3"/>
    <w:rsid w:val="0050496F"/>
    <w:rsid w:val="005060EE"/>
    <w:rsid w:val="00513B6F"/>
    <w:rsid w:val="00517C63"/>
    <w:rsid w:val="00526DB4"/>
    <w:rsid w:val="005363C4"/>
    <w:rsid w:val="00536BDE"/>
    <w:rsid w:val="00541579"/>
    <w:rsid w:val="00543ACC"/>
    <w:rsid w:val="0056696D"/>
    <w:rsid w:val="0059484D"/>
    <w:rsid w:val="00597BD8"/>
    <w:rsid w:val="005A0855"/>
    <w:rsid w:val="005A3196"/>
    <w:rsid w:val="005B4E2E"/>
    <w:rsid w:val="005C080F"/>
    <w:rsid w:val="005C55E5"/>
    <w:rsid w:val="005C696A"/>
    <w:rsid w:val="005E6E85"/>
    <w:rsid w:val="005F15AF"/>
    <w:rsid w:val="005F1B5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33"/>
    <w:rsid w:val="00675843"/>
    <w:rsid w:val="00696477"/>
    <w:rsid w:val="006A5BA3"/>
    <w:rsid w:val="006A7558"/>
    <w:rsid w:val="006D050F"/>
    <w:rsid w:val="006D6139"/>
    <w:rsid w:val="006E5D65"/>
    <w:rsid w:val="006F1282"/>
    <w:rsid w:val="006F1FBC"/>
    <w:rsid w:val="006F31E2"/>
    <w:rsid w:val="00700745"/>
    <w:rsid w:val="00706544"/>
    <w:rsid w:val="007072BA"/>
    <w:rsid w:val="00707786"/>
    <w:rsid w:val="00710E3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2B4"/>
    <w:rsid w:val="007C3299"/>
    <w:rsid w:val="007C3BCC"/>
    <w:rsid w:val="007C4546"/>
    <w:rsid w:val="007D0E06"/>
    <w:rsid w:val="007D6E56"/>
    <w:rsid w:val="007F4155"/>
    <w:rsid w:val="00811A6E"/>
    <w:rsid w:val="0081554D"/>
    <w:rsid w:val="0081707E"/>
    <w:rsid w:val="00842497"/>
    <w:rsid w:val="008449B3"/>
    <w:rsid w:val="008552A2"/>
    <w:rsid w:val="0085747A"/>
    <w:rsid w:val="0086015E"/>
    <w:rsid w:val="00875D20"/>
    <w:rsid w:val="00883B83"/>
    <w:rsid w:val="00884922"/>
    <w:rsid w:val="00885F64"/>
    <w:rsid w:val="008917F9"/>
    <w:rsid w:val="0089537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9CA"/>
    <w:rsid w:val="009508DF"/>
    <w:rsid w:val="00950DAC"/>
    <w:rsid w:val="00954A07"/>
    <w:rsid w:val="00973D9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09E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771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7C"/>
    <w:rsid w:val="00B06142"/>
    <w:rsid w:val="00B135B1"/>
    <w:rsid w:val="00B3130B"/>
    <w:rsid w:val="00B40ADB"/>
    <w:rsid w:val="00B43B77"/>
    <w:rsid w:val="00B43E80"/>
    <w:rsid w:val="00B607DB"/>
    <w:rsid w:val="00B61EA9"/>
    <w:rsid w:val="00B63C9F"/>
    <w:rsid w:val="00B66529"/>
    <w:rsid w:val="00B66B30"/>
    <w:rsid w:val="00B75946"/>
    <w:rsid w:val="00B8056E"/>
    <w:rsid w:val="00B819C8"/>
    <w:rsid w:val="00B82308"/>
    <w:rsid w:val="00B82D6B"/>
    <w:rsid w:val="00B90885"/>
    <w:rsid w:val="00BB520A"/>
    <w:rsid w:val="00BC4747"/>
    <w:rsid w:val="00BD3869"/>
    <w:rsid w:val="00BD66E9"/>
    <w:rsid w:val="00BD6FF4"/>
    <w:rsid w:val="00BF2C41"/>
    <w:rsid w:val="00C058B4"/>
    <w:rsid w:val="00C059DA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103D"/>
    <w:rsid w:val="00D02B25"/>
    <w:rsid w:val="00D02EBA"/>
    <w:rsid w:val="00D17C3C"/>
    <w:rsid w:val="00D22F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D3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E0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286"/>
    <w:rsid w:val="00EE32DE"/>
    <w:rsid w:val="00EE5457"/>
    <w:rsid w:val="00F02A6C"/>
    <w:rsid w:val="00F05C1C"/>
    <w:rsid w:val="00F070AB"/>
    <w:rsid w:val="00F17567"/>
    <w:rsid w:val="00F27A7B"/>
    <w:rsid w:val="00F526AF"/>
    <w:rsid w:val="00F617C3"/>
    <w:rsid w:val="00F7066B"/>
    <w:rsid w:val="00F7583E"/>
    <w:rsid w:val="00F83B28"/>
    <w:rsid w:val="00F974DA"/>
    <w:rsid w:val="00FA46E5"/>
    <w:rsid w:val="00FB7DBA"/>
    <w:rsid w:val="00FC1C25"/>
    <w:rsid w:val="00FC3F45"/>
    <w:rsid w:val="00FD503F"/>
    <w:rsid w:val="00FD7589"/>
    <w:rsid w:val="00FE6B9B"/>
    <w:rsid w:val="00FF016A"/>
    <w:rsid w:val="00FF1401"/>
    <w:rsid w:val="00FF5E7D"/>
    <w:rsid w:val="0131C860"/>
    <w:rsid w:val="024754BD"/>
    <w:rsid w:val="0250A3C6"/>
    <w:rsid w:val="026E7DEB"/>
    <w:rsid w:val="02CB4491"/>
    <w:rsid w:val="02CD98C1"/>
    <w:rsid w:val="034713C8"/>
    <w:rsid w:val="040A95B0"/>
    <w:rsid w:val="04237FA2"/>
    <w:rsid w:val="04789FDF"/>
    <w:rsid w:val="0852E741"/>
    <w:rsid w:val="0891A8BC"/>
    <w:rsid w:val="0A0E8899"/>
    <w:rsid w:val="0BC0063C"/>
    <w:rsid w:val="0C2A0D7B"/>
    <w:rsid w:val="0C49DB65"/>
    <w:rsid w:val="0C747B07"/>
    <w:rsid w:val="0DDDBE40"/>
    <w:rsid w:val="0EC00A2F"/>
    <w:rsid w:val="0F51904C"/>
    <w:rsid w:val="0F8E8F50"/>
    <w:rsid w:val="11155F02"/>
    <w:rsid w:val="111D4C88"/>
    <w:rsid w:val="12B91CE9"/>
    <w:rsid w:val="13DCDC53"/>
    <w:rsid w:val="14002527"/>
    <w:rsid w:val="141CDB0F"/>
    <w:rsid w:val="15F0BDAB"/>
    <w:rsid w:val="160C41CD"/>
    <w:rsid w:val="163EE9D5"/>
    <w:rsid w:val="178C8E0C"/>
    <w:rsid w:val="17A2EE83"/>
    <w:rsid w:val="17F7191E"/>
    <w:rsid w:val="1862E0FD"/>
    <w:rsid w:val="19AE8D19"/>
    <w:rsid w:val="1A38AD59"/>
    <w:rsid w:val="1C0D65F1"/>
    <w:rsid w:val="1C928C57"/>
    <w:rsid w:val="1DAFA018"/>
    <w:rsid w:val="1DD55E0D"/>
    <w:rsid w:val="1E1BBD75"/>
    <w:rsid w:val="1EAF3CA5"/>
    <w:rsid w:val="1F494E22"/>
    <w:rsid w:val="1F85720C"/>
    <w:rsid w:val="20E2FF1B"/>
    <w:rsid w:val="22F106BF"/>
    <w:rsid w:val="231C0B52"/>
    <w:rsid w:val="252121F5"/>
    <w:rsid w:val="2574A16A"/>
    <w:rsid w:val="2622BF9D"/>
    <w:rsid w:val="266F22F3"/>
    <w:rsid w:val="282A9349"/>
    <w:rsid w:val="288D83D9"/>
    <w:rsid w:val="2974903E"/>
    <w:rsid w:val="29C45749"/>
    <w:rsid w:val="2ADB68EE"/>
    <w:rsid w:val="2C102F64"/>
    <w:rsid w:val="2C2AC5DB"/>
    <w:rsid w:val="2D09E505"/>
    <w:rsid w:val="2D50BD8F"/>
    <w:rsid w:val="2E610C7B"/>
    <w:rsid w:val="2F919F62"/>
    <w:rsid w:val="31474374"/>
    <w:rsid w:val="323A62D5"/>
    <w:rsid w:val="334D1A97"/>
    <w:rsid w:val="33525E2D"/>
    <w:rsid w:val="337D16A8"/>
    <w:rsid w:val="36682CA2"/>
    <w:rsid w:val="36F5EDA9"/>
    <w:rsid w:val="372A2CFD"/>
    <w:rsid w:val="3737CB43"/>
    <w:rsid w:val="37F6971B"/>
    <w:rsid w:val="38188032"/>
    <w:rsid w:val="383C7522"/>
    <w:rsid w:val="38C1D999"/>
    <w:rsid w:val="38DAD138"/>
    <w:rsid w:val="38F551A6"/>
    <w:rsid w:val="3901F090"/>
    <w:rsid w:val="3A356ED7"/>
    <w:rsid w:val="3BDC547D"/>
    <w:rsid w:val="3D01EC52"/>
    <w:rsid w:val="3EB4C85B"/>
    <w:rsid w:val="3FEFB25A"/>
    <w:rsid w:val="40329FED"/>
    <w:rsid w:val="410C8202"/>
    <w:rsid w:val="4122386F"/>
    <w:rsid w:val="417BE219"/>
    <w:rsid w:val="42D74303"/>
    <w:rsid w:val="42E1428B"/>
    <w:rsid w:val="43477A3A"/>
    <w:rsid w:val="43B1CF22"/>
    <w:rsid w:val="461E56CB"/>
    <w:rsid w:val="476BE808"/>
    <w:rsid w:val="4918F88C"/>
    <w:rsid w:val="49ABFCFB"/>
    <w:rsid w:val="49E58D71"/>
    <w:rsid w:val="4A221DA5"/>
    <w:rsid w:val="4B277D2F"/>
    <w:rsid w:val="4B935B8C"/>
    <w:rsid w:val="4BCD9444"/>
    <w:rsid w:val="4BFA9D79"/>
    <w:rsid w:val="4C18DAAA"/>
    <w:rsid w:val="4C5B29DC"/>
    <w:rsid w:val="4DB0931B"/>
    <w:rsid w:val="4DD27E6C"/>
    <w:rsid w:val="4E3059AC"/>
    <w:rsid w:val="52850FD8"/>
    <w:rsid w:val="56E11153"/>
    <w:rsid w:val="5A25CF7A"/>
    <w:rsid w:val="5BC47651"/>
    <w:rsid w:val="5C18AADD"/>
    <w:rsid w:val="5D32C271"/>
    <w:rsid w:val="5EFFD760"/>
    <w:rsid w:val="5FCDB96B"/>
    <w:rsid w:val="602C7624"/>
    <w:rsid w:val="60958160"/>
    <w:rsid w:val="60D8E2D6"/>
    <w:rsid w:val="61AD51CB"/>
    <w:rsid w:val="61C0F083"/>
    <w:rsid w:val="61C6B696"/>
    <w:rsid w:val="6328219E"/>
    <w:rsid w:val="6489CFB9"/>
    <w:rsid w:val="64B300CC"/>
    <w:rsid w:val="65FB72CB"/>
    <w:rsid w:val="662C27D7"/>
    <w:rsid w:val="66940D54"/>
    <w:rsid w:val="672D5BBD"/>
    <w:rsid w:val="675863C3"/>
    <w:rsid w:val="6819756F"/>
    <w:rsid w:val="684F37C0"/>
    <w:rsid w:val="6B3B0BB4"/>
    <w:rsid w:val="6B436ECF"/>
    <w:rsid w:val="6B45A414"/>
    <w:rsid w:val="6C694879"/>
    <w:rsid w:val="6D09693D"/>
    <w:rsid w:val="6DAC44D7"/>
    <w:rsid w:val="6DCA9F08"/>
    <w:rsid w:val="7077AE4D"/>
    <w:rsid w:val="71714281"/>
    <w:rsid w:val="73461D99"/>
    <w:rsid w:val="73809847"/>
    <w:rsid w:val="73C72C7D"/>
    <w:rsid w:val="7417ACEB"/>
    <w:rsid w:val="7420B82F"/>
    <w:rsid w:val="751C68A8"/>
    <w:rsid w:val="75BC8890"/>
    <w:rsid w:val="75EF15B8"/>
    <w:rsid w:val="767DBE5B"/>
    <w:rsid w:val="76E5FFD9"/>
    <w:rsid w:val="78DBB8E1"/>
    <w:rsid w:val="792404A4"/>
    <w:rsid w:val="79EFD9CB"/>
    <w:rsid w:val="7A8FF9B3"/>
    <w:rsid w:val="7BB74DB5"/>
    <w:rsid w:val="7C44F271"/>
    <w:rsid w:val="7C7DE08E"/>
    <w:rsid w:val="7CD7121B"/>
    <w:rsid w:val="7D6EC9A4"/>
    <w:rsid w:val="7F95F7FE"/>
    <w:rsid w:val="7FAF205B"/>
    <w:rsid w:val="7FB9C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6679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D6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82D6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D6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82D6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settings" Target="settings.xml" Id="rId4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5C2CF-7217-44B6-B28B-AE6144622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7C0714-6493-42AD-9457-809ECD15ED60}"/>
</file>

<file path=customXml/itemProps3.xml><?xml version="1.0" encoding="utf-8"?>
<ds:datastoreItem xmlns:ds="http://schemas.openxmlformats.org/officeDocument/2006/customXml" ds:itemID="{A6FB3AA2-F6A2-49D0-A4D1-7EA9F99901BC}"/>
</file>

<file path=customXml/itemProps4.xml><?xml version="1.0" encoding="utf-8"?>
<ds:datastoreItem xmlns:ds="http://schemas.openxmlformats.org/officeDocument/2006/customXml" ds:itemID="{DD2C3914-7E7A-4757-9E02-0E85A2EA05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10</cp:revision>
  <cp:lastPrinted>2019-02-06T12:12:00Z</cp:lastPrinted>
  <dcterms:created xsi:type="dcterms:W3CDTF">2020-11-18T07:46:00Z</dcterms:created>
  <dcterms:modified xsi:type="dcterms:W3CDTF">2021-11-15T21:40:53Z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